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A94B8" w14:textId="63B45484" w:rsidR="004D36D7" w:rsidRPr="00FD4A68" w:rsidRDefault="008E7A08" w:rsidP="00B47940">
      <w:pPr>
        <w:pStyle w:val="Title"/>
        <w:rPr>
          <w:rStyle w:val="LabTitleInstVersred"/>
          <w:b/>
          <w:color w:val="auto"/>
        </w:rPr>
      </w:pPr>
      <w:sdt>
        <w:sdtPr>
          <w:rPr>
            <w:b w:val="0"/>
            <w:color w:val="EE0000"/>
          </w:rPr>
          <w:alias w:val="Title"/>
          <w:tag w:val=""/>
          <w:id w:val="-487021785"/>
          <w:placeholder>
            <w:docPart w:val="C6A6A80D28674248B383614AF782897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A0236">
            <w:t>Lab - Examining Telnet and SSH in Wireshark</w:t>
          </w:r>
        </w:sdtContent>
      </w:sdt>
    </w:p>
    <w:p w14:paraId="0FD76383" w14:textId="77777777" w:rsidR="00D778DF" w:rsidRPr="00E70096" w:rsidRDefault="00D778DF" w:rsidP="00D452F4">
      <w:pPr>
        <w:pStyle w:val="Heading1"/>
      </w:pPr>
      <w:r w:rsidRPr="00E70096">
        <w:t>Objectives</w:t>
      </w:r>
    </w:p>
    <w:p w14:paraId="55114027" w14:textId="77777777" w:rsidR="00BA0236" w:rsidRDefault="00BA0236" w:rsidP="00BA0236">
      <w:pPr>
        <w:pStyle w:val="BodyTextL25Bold"/>
      </w:pPr>
      <w:r>
        <w:t>Part 1</w:t>
      </w:r>
      <w:r w:rsidRPr="00C0247C">
        <w:rPr>
          <w:noProof/>
        </w:rPr>
        <w:t>:</w:t>
      </w:r>
      <w:r>
        <w:t xml:space="preserve"> Examine a Telnet Session with Wireshark</w:t>
      </w:r>
    </w:p>
    <w:p w14:paraId="11D6EE6A" w14:textId="77777777" w:rsidR="00BA0236" w:rsidRDefault="00BA0236" w:rsidP="00BA0236">
      <w:pPr>
        <w:pStyle w:val="BodyTextL25Bold"/>
      </w:pPr>
      <w:r>
        <w:t>Part 2</w:t>
      </w:r>
      <w:r w:rsidRPr="00C0247C">
        <w:rPr>
          <w:noProof/>
        </w:rPr>
        <w:t>:</w:t>
      </w:r>
      <w:r>
        <w:t xml:space="preserve"> Examine </w:t>
      </w:r>
      <w:r w:rsidRPr="00C0247C">
        <w:rPr>
          <w:noProof/>
        </w:rPr>
        <w:t>a</w:t>
      </w:r>
      <w:r>
        <w:rPr>
          <w:noProof/>
        </w:rPr>
        <w:t>n</w:t>
      </w:r>
      <w:r w:rsidRPr="00C0247C">
        <w:rPr>
          <w:noProof/>
        </w:rPr>
        <w:t xml:space="preserve"> SSH</w:t>
      </w:r>
      <w:r>
        <w:t xml:space="preserve"> Session with Wireshark</w:t>
      </w:r>
    </w:p>
    <w:p w14:paraId="7D850E9A" w14:textId="77777777" w:rsidR="00D778DF" w:rsidRDefault="00D778DF" w:rsidP="00D452F4">
      <w:pPr>
        <w:pStyle w:val="Heading1"/>
      </w:pPr>
      <w:r w:rsidRPr="00E70096">
        <w:t>Background / Scenario</w:t>
      </w:r>
    </w:p>
    <w:p w14:paraId="748E2FB0" w14:textId="77777777" w:rsidR="00BA0236" w:rsidRDefault="00BA0236" w:rsidP="00BA0236">
      <w:pPr>
        <w:pStyle w:val="BodyTextL25"/>
      </w:pPr>
      <w:r>
        <w:t>In this lab, you will configure a router to accept SSH connectivity and use Wireshark to capture and view Telnet and SSH sessions. This will demonstrate the importance of encryption with SSH.</w:t>
      </w:r>
    </w:p>
    <w:p w14:paraId="0DC87BFC" w14:textId="77777777" w:rsidR="00D778DF" w:rsidRPr="00E70096" w:rsidRDefault="00D778DF" w:rsidP="00D452F4">
      <w:pPr>
        <w:pStyle w:val="Heading1"/>
      </w:pPr>
      <w:r w:rsidRPr="00E70096">
        <w:t>Required Resources</w:t>
      </w:r>
    </w:p>
    <w:p w14:paraId="409993B7" w14:textId="0EB4A279" w:rsidR="00BA0236" w:rsidRDefault="00BA0236" w:rsidP="00BA0236">
      <w:pPr>
        <w:pStyle w:val="Bulletlevel1"/>
        <w:spacing w:before="60" w:after="60" w:line="276" w:lineRule="auto"/>
      </w:pPr>
      <w:proofErr w:type="spellStart"/>
      <w:r>
        <w:t>CyberOps</w:t>
      </w:r>
      <w:proofErr w:type="spellEnd"/>
      <w:r>
        <w:t xml:space="preserve"> Workstation </w:t>
      </w:r>
      <w:r w:rsidR="00057783">
        <w:t>virtual machine</w:t>
      </w:r>
    </w:p>
    <w:p w14:paraId="679E5BF7" w14:textId="77777777" w:rsidR="00125806" w:rsidRDefault="00125806" w:rsidP="00D452F4">
      <w:pPr>
        <w:pStyle w:val="Heading1"/>
      </w:pPr>
      <w:r>
        <w:t>Instructions</w:t>
      </w:r>
    </w:p>
    <w:p w14:paraId="15AF65A9" w14:textId="77777777" w:rsidR="00BA0236" w:rsidRDefault="00BA0236" w:rsidP="00BA0236">
      <w:pPr>
        <w:pStyle w:val="Heading2"/>
      </w:pPr>
      <w:r>
        <w:t>Examining a Telnet Session with Wireshark</w:t>
      </w:r>
    </w:p>
    <w:p w14:paraId="04DBB062" w14:textId="77777777" w:rsidR="00BA0236" w:rsidRDefault="00BA0236" w:rsidP="00BA0236">
      <w:pPr>
        <w:pStyle w:val="BodyTextL25"/>
      </w:pPr>
      <w:r>
        <w:t>You will use Wireshark to capture and view the transmitted data of a Telnet session.</w:t>
      </w:r>
    </w:p>
    <w:p w14:paraId="7B0A449D" w14:textId="77777777" w:rsidR="00BA0236" w:rsidRDefault="00BA0236" w:rsidP="00BA0236">
      <w:pPr>
        <w:pStyle w:val="Heading3"/>
      </w:pPr>
      <w:r>
        <w:t>Capture data.</w:t>
      </w:r>
    </w:p>
    <w:p w14:paraId="53F730E5" w14:textId="77777777" w:rsidR="00BA0236" w:rsidRDefault="00BA0236" w:rsidP="00BA0236">
      <w:pPr>
        <w:pStyle w:val="SubStepAlpha"/>
      </w:pPr>
      <w:r>
        <w:t xml:space="preserve">Start the </w:t>
      </w:r>
      <w:proofErr w:type="spellStart"/>
      <w:r>
        <w:t>CyberOps</w:t>
      </w:r>
      <w:proofErr w:type="spellEnd"/>
      <w:r>
        <w:t xml:space="preserve"> Workstation VM and log in with username </w:t>
      </w:r>
      <w:r w:rsidRPr="00705DE7">
        <w:rPr>
          <w:b/>
        </w:rPr>
        <w:t>analyst</w:t>
      </w:r>
      <w:r>
        <w:t xml:space="preserve"> and password </w:t>
      </w:r>
      <w:proofErr w:type="spellStart"/>
      <w:r w:rsidRPr="00705DE7">
        <w:rPr>
          <w:b/>
        </w:rPr>
        <w:t>cyberops</w:t>
      </w:r>
      <w:proofErr w:type="spellEnd"/>
      <w:r>
        <w:t>.</w:t>
      </w:r>
    </w:p>
    <w:p w14:paraId="4D1BB6C1" w14:textId="66FE9517" w:rsidR="00BA0236" w:rsidRDefault="00BA0236" w:rsidP="00BA0236">
      <w:pPr>
        <w:pStyle w:val="SubStepAlpha"/>
      </w:pPr>
      <w:r>
        <w:t>Open a terminal window and start Wireshark.</w:t>
      </w:r>
    </w:p>
    <w:p w14:paraId="3B3EE3BA" w14:textId="47310096" w:rsidR="00BA0236" w:rsidRDefault="00BA0236" w:rsidP="00BA0236">
      <w:pPr>
        <w:pStyle w:val="CMD"/>
      </w:pPr>
      <w:r>
        <w:t>[</w:t>
      </w:r>
      <w:proofErr w:type="spellStart"/>
      <w:r>
        <w:t>analyst@secOps</w:t>
      </w:r>
      <w:proofErr w:type="spellEnd"/>
      <w:r>
        <w:t xml:space="preserve"> </w:t>
      </w:r>
      <w:proofErr w:type="gramStart"/>
      <w:r w:rsidR="00CC093A">
        <w:t>~</w:t>
      </w:r>
      <w:r>
        <w:t>]$</w:t>
      </w:r>
      <w:proofErr w:type="gramEnd"/>
      <w:r>
        <w:t xml:space="preserve"> </w:t>
      </w:r>
      <w:proofErr w:type="spellStart"/>
      <w:r w:rsidRPr="000F5E52">
        <w:rPr>
          <w:b/>
        </w:rPr>
        <w:t>wireshark</w:t>
      </w:r>
      <w:proofErr w:type="spellEnd"/>
      <w:r w:rsidR="00586B8A">
        <w:rPr>
          <w:b/>
        </w:rPr>
        <w:t xml:space="preserve"> &amp;</w:t>
      </w:r>
    </w:p>
    <w:p w14:paraId="4D2E38F5" w14:textId="77777777" w:rsidR="00BA0236" w:rsidRDefault="00BA0236" w:rsidP="00BA0236">
      <w:pPr>
        <w:pStyle w:val="SubStepAlpha"/>
      </w:pPr>
      <w:r>
        <w:t xml:space="preserve">Start a Wireshark capture on the </w:t>
      </w:r>
      <w:r w:rsidRPr="00C8615C">
        <w:rPr>
          <w:b/>
        </w:rPr>
        <w:t>Loopback: lo</w:t>
      </w:r>
      <w:r>
        <w:t xml:space="preserve"> interface.</w:t>
      </w:r>
    </w:p>
    <w:p w14:paraId="014BEB05" w14:textId="77777777" w:rsidR="00BA0236" w:rsidRDefault="00BA0236" w:rsidP="00BA0236">
      <w:pPr>
        <w:pStyle w:val="SubStepAlpha"/>
      </w:pPr>
      <w:r>
        <w:t xml:space="preserve">Open another terminal window. Start a Telnet session to the localhost. Enter username </w:t>
      </w:r>
      <w:r>
        <w:rPr>
          <w:b/>
        </w:rPr>
        <w:t>analyst</w:t>
      </w:r>
      <w:r>
        <w:t xml:space="preserve"> and password </w:t>
      </w:r>
      <w:proofErr w:type="spellStart"/>
      <w:r>
        <w:rPr>
          <w:b/>
        </w:rPr>
        <w:t>cyberops</w:t>
      </w:r>
      <w:proofErr w:type="spellEnd"/>
      <w:r>
        <w:t xml:space="preserve"> when prompted. Note that it may take several minutes for the “connected to localhost” and login prompt to appear.</w:t>
      </w:r>
    </w:p>
    <w:p w14:paraId="5883D464" w14:textId="77777777" w:rsidR="00BA0236" w:rsidRDefault="00BA0236" w:rsidP="00BA0236">
      <w:pPr>
        <w:pStyle w:val="CMD"/>
      </w:pPr>
      <w:r>
        <w:t>[</w:t>
      </w:r>
      <w:proofErr w:type="spellStart"/>
      <w:r>
        <w:t>analyst@secOps</w:t>
      </w:r>
      <w:proofErr w:type="spellEnd"/>
      <w:r>
        <w:t xml:space="preserve"> </w:t>
      </w:r>
      <w:proofErr w:type="gramStart"/>
      <w:r>
        <w:t>~]$</w:t>
      </w:r>
      <w:proofErr w:type="gramEnd"/>
      <w:r>
        <w:t xml:space="preserve"> </w:t>
      </w:r>
      <w:r w:rsidRPr="000A0F80">
        <w:rPr>
          <w:b/>
        </w:rPr>
        <w:t>telnet localhost</w:t>
      </w:r>
    </w:p>
    <w:p w14:paraId="5477D54C" w14:textId="77777777" w:rsidR="00BA0236" w:rsidRDefault="00BA0236" w:rsidP="00BA0236">
      <w:pPr>
        <w:pStyle w:val="CMD"/>
      </w:pPr>
      <w:proofErr w:type="gramStart"/>
      <w:r>
        <w:t>Trying :</w:t>
      </w:r>
      <w:proofErr w:type="gramEnd"/>
      <w:r>
        <w:t>:1...</w:t>
      </w:r>
    </w:p>
    <w:p w14:paraId="143EA92B" w14:textId="77777777" w:rsidR="00BA0236" w:rsidRDefault="00BA0236" w:rsidP="00BA0236">
      <w:pPr>
        <w:pStyle w:val="CMD"/>
      </w:pPr>
      <w:r>
        <w:t>Connected to localhost.</w:t>
      </w:r>
    </w:p>
    <w:p w14:paraId="42EC80F5" w14:textId="77777777" w:rsidR="00BA0236" w:rsidRDefault="00BA0236" w:rsidP="00BA0236">
      <w:pPr>
        <w:pStyle w:val="CMD"/>
      </w:pPr>
      <w:r>
        <w:t>Escape character is '^]'.</w:t>
      </w:r>
    </w:p>
    <w:p w14:paraId="061C0289" w14:textId="77777777" w:rsidR="00BA0236" w:rsidRDefault="00BA0236" w:rsidP="00BA0236">
      <w:pPr>
        <w:pStyle w:val="CMD"/>
      </w:pPr>
    </w:p>
    <w:p w14:paraId="7B99F8D7" w14:textId="77777777" w:rsidR="00BA0236" w:rsidRDefault="00BA0236" w:rsidP="00BA0236">
      <w:pPr>
        <w:pStyle w:val="CMD"/>
      </w:pPr>
      <w:r>
        <w:t>Linux 4.10.10-1-ARCH (unallocated.barefruit.co.uk) (pts/12)</w:t>
      </w:r>
    </w:p>
    <w:p w14:paraId="5CEC3D59" w14:textId="77777777" w:rsidR="00BA0236" w:rsidRDefault="00BA0236" w:rsidP="00BA0236">
      <w:pPr>
        <w:pStyle w:val="CMD"/>
      </w:pPr>
    </w:p>
    <w:p w14:paraId="6DFA793D" w14:textId="77777777" w:rsidR="00BA0236" w:rsidRDefault="00BA0236" w:rsidP="00BA0236">
      <w:pPr>
        <w:pStyle w:val="CMD"/>
      </w:pPr>
      <w:proofErr w:type="spellStart"/>
      <w:r>
        <w:t>secOps</w:t>
      </w:r>
      <w:proofErr w:type="spellEnd"/>
      <w:r>
        <w:t xml:space="preserve"> login: </w:t>
      </w:r>
      <w:r w:rsidRPr="00586B8A">
        <w:rPr>
          <w:b/>
          <w:bCs/>
        </w:rPr>
        <w:t>analyst</w:t>
      </w:r>
    </w:p>
    <w:p w14:paraId="3D0A074E" w14:textId="77777777" w:rsidR="00BA0236" w:rsidRDefault="00BA0236" w:rsidP="00BA0236">
      <w:pPr>
        <w:pStyle w:val="CMD"/>
      </w:pPr>
      <w:r>
        <w:t xml:space="preserve">Password: </w:t>
      </w:r>
    </w:p>
    <w:p w14:paraId="44C715C6" w14:textId="77777777" w:rsidR="00BA0236" w:rsidRDefault="00BA0236" w:rsidP="00BA0236">
      <w:pPr>
        <w:pStyle w:val="CMD"/>
      </w:pPr>
      <w:r w:rsidRPr="000A0F80">
        <w:t xml:space="preserve">Last login: Fri Apr 28 10:50:52 from </w:t>
      </w:r>
      <w:proofErr w:type="spellStart"/>
      <w:proofErr w:type="gramStart"/>
      <w:r w:rsidRPr="000A0F80">
        <w:t>localhost.localdomain</w:t>
      </w:r>
      <w:proofErr w:type="spellEnd"/>
      <w:proofErr w:type="gramEnd"/>
    </w:p>
    <w:p w14:paraId="249B2FFD" w14:textId="77777777" w:rsidR="00BA0236" w:rsidRPr="000A0F80" w:rsidRDefault="00BA0236" w:rsidP="00BA0236">
      <w:pPr>
        <w:pStyle w:val="CMD"/>
      </w:pPr>
      <w:r>
        <w:t>[</w:t>
      </w:r>
      <w:proofErr w:type="spellStart"/>
      <w:r>
        <w:t>analyst@secOps</w:t>
      </w:r>
      <w:proofErr w:type="spellEnd"/>
      <w:r>
        <w:t xml:space="preserve"> </w:t>
      </w:r>
      <w:proofErr w:type="gramStart"/>
      <w:r>
        <w:t>~]$</w:t>
      </w:r>
      <w:proofErr w:type="gramEnd"/>
    </w:p>
    <w:p w14:paraId="708CB554" w14:textId="77777777" w:rsidR="00BA0236" w:rsidRPr="00D97D47" w:rsidRDefault="00BA0236" w:rsidP="00D97D47">
      <w:pPr>
        <w:pStyle w:val="SubStepAlpha"/>
      </w:pPr>
      <w:r w:rsidRPr="00D97D47">
        <w:t>Stop the Wireshark capture after you have provided the user credentials.</w:t>
      </w:r>
    </w:p>
    <w:p w14:paraId="61154F19" w14:textId="77777777" w:rsidR="00BA0236" w:rsidRDefault="00BA0236" w:rsidP="00BA0236">
      <w:pPr>
        <w:pStyle w:val="Heading3"/>
      </w:pPr>
      <w:r>
        <w:t>Examine the Telnet session.</w:t>
      </w:r>
    </w:p>
    <w:p w14:paraId="09886E64" w14:textId="5CA9B51B" w:rsidR="00BA0236" w:rsidRDefault="00BA0236" w:rsidP="00BA0236">
      <w:pPr>
        <w:pStyle w:val="SubStepAlpha"/>
      </w:pPr>
      <w:r>
        <w:t xml:space="preserve">Apply a filter that only displays Telnet-related traffic. Enter </w:t>
      </w:r>
      <w:r w:rsidR="00586B8A">
        <w:rPr>
          <w:b/>
        </w:rPr>
        <w:t>t</w:t>
      </w:r>
      <w:r>
        <w:rPr>
          <w:b/>
        </w:rPr>
        <w:t xml:space="preserve">elnet </w:t>
      </w:r>
      <w:r>
        <w:t xml:space="preserve">in the filter field and click </w:t>
      </w:r>
      <w:r w:rsidRPr="001002ED">
        <w:rPr>
          <w:b/>
        </w:rPr>
        <w:t>Apply</w:t>
      </w:r>
      <w:r>
        <w:t>.</w:t>
      </w:r>
    </w:p>
    <w:p w14:paraId="597FAAE0" w14:textId="36225A28" w:rsidR="00BA0236" w:rsidRDefault="00BA0236" w:rsidP="006644EA">
      <w:pPr>
        <w:pStyle w:val="SubStepAlpha"/>
        <w:keepNext/>
      </w:pPr>
      <w:r>
        <w:lastRenderedPageBreak/>
        <w:t xml:space="preserve">Right-click one of the </w:t>
      </w:r>
      <w:r w:rsidRPr="00586B8A">
        <w:rPr>
          <w:b/>
        </w:rPr>
        <w:t>Telne</w:t>
      </w:r>
      <w:r w:rsidRPr="006644EA">
        <w:rPr>
          <w:b/>
        </w:rPr>
        <w:t>t</w:t>
      </w:r>
      <w:r>
        <w:t xml:space="preserve"> lines in the </w:t>
      </w:r>
      <w:r w:rsidRPr="006644EA">
        <w:rPr>
          <w:b/>
        </w:rPr>
        <w:t>Packet list</w:t>
      </w:r>
      <w:r>
        <w:t xml:space="preserve"> section of Wireshark, and from the drop-down list, select </w:t>
      </w:r>
      <w:r w:rsidRPr="006644EA">
        <w:rPr>
          <w:b/>
        </w:rPr>
        <w:t>Follow</w:t>
      </w:r>
      <w:r w:rsidR="00586B8A" w:rsidRPr="006644EA">
        <w:rPr>
          <w:bCs/>
        </w:rPr>
        <w:t xml:space="preserve"> &gt; </w:t>
      </w:r>
      <w:r w:rsidRPr="006644EA">
        <w:rPr>
          <w:b/>
        </w:rPr>
        <w:t>TCP Stream</w:t>
      </w:r>
      <w:r>
        <w:t>.</w:t>
      </w:r>
    </w:p>
    <w:p w14:paraId="0943BEB0" w14:textId="74BB80FB" w:rsidR="00586B8A" w:rsidRDefault="00586B8A" w:rsidP="00BA0236">
      <w:pPr>
        <w:pStyle w:val="Visual"/>
      </w:pPr>
      <w:r w:rsidRPr="00586B8A">
        <w:rPr>
          <w:noProof/>
        </w:rPr>
        <w:drawing>
          <wp:inline distT="0" distB="0" distL="0" distR="0" wp14:anchorId="47B8175B" wp14:editId="5A658C65">
            <wp:extent cx="4778556" cy="3200400"/>
            <wp:effectExtent l="0" t="0" r="3175" b="0"/>
            <wp:docPr id="5" name="Picture 5" descr="Wireshark screen shot of Follow TCP Stream option after right clicking on one of the telnet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12791" cy="3223329"/>
                    </a:xfrm>
                    <a:prstGeom prst="rect">
                      <a:avLst/>
                    </a:prstGeom>
                  </pic:spPr>
                </pic:pic>
              </a:graphicData>
            </a:graphic>
          </wp:inline>
        </w:drawing>
      </w:r>
    </w:p>
    <w:p w14:paraId="11CB347C" w14:textId="77777777" w:rsidR="00BA0236" w:rsidRDefault="00BA0236" w:rsidP="00BA0236">
      <w:pPr>
        <w:pStyle w:val="SubStepAlpha"/>
        <w:keepNext/>
      </w:pPr>
      <w:r>
        <w:t xml:space="preserve">The </w:t>
      </w:r>
      <w:r w:rsidRPr="00F25C40">
        <w:t>Follow TCP Stream</w:t>
      </w:r>
      <w:r>
        <w:t xml:space="preserve"> window displays the data for your Telnet session with the </w:t>
      </w:r>
      <w:proofErr w:type="spellStart"/>
      <w:r>
        <w:t>CyberOps</w:t>
      </w:r>
      <w:proofErr w:type="spellEnd"/>
      <w:r>
        <w:t xml:space="preserve"> Workstation VM. The entire session is displayed in plaintext, including your password. Notice that the username that you entered is displayed with duplicate characters. This is caused by the echo setting in Telnet to allow you to view the characters that you type on the screen.</w:t>
      </w:r>
    </w:p>
    <w:p w14:paraId="43E0AFF3" w14:textId="189F7F82" w:rsidR="00586B8A" w:rsidRDefault="00586B8A" w:rsidP="00BA0236">
      <w:pPr>
        <w:pStyle w:val="Visual"/>
      </w:pPr>
      <w:r w:rsidRPr="00586B8A">
        <w:rPr>
          <w:noProof/>
        </w:rPr>
        <w:drawing>
          <wp:inline distT="0" distB="0" distL="0" distR="0" wp14:anchorId="09B3DFB4" wp14:editId="1AE341CE">
            <wp:extent cx="3650615" cy="3243754"/>
            <wp:effectExtent l="0" t="0" r="6985" b="0"/>
            <wp:docPr id="6" name="Picture 6" descr="Wireshark screen shot of the results of Follow TCP Str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78392" cy="3268435"/>
                    </a:xfrm>
                    <a:prstGeom prst="rect">
                      <a:avLst/>
                    </a:prstGeom>
                  </pic:spPr>
                </pic:pic>
              </a:graphicData>
            </a:graphic>
          </wp:inline>
        </w:drawing>
      </w:r>
    </w:p>
    <w:p w14:paraId="6673C773" w14:textId="77777777" w:rsidR="00BA0236" w:rsidRDefault="00BA0236" w:rsidP="00BA0236">
      <w:pPr>
        <w:pStyle w:val="SubStepAlpha"/>
      </w:pPr>
      <w:r>
        <w:t xml:space="preserve">After you have finished reviewing your Telnet session in the </w:t>
      </w:r>
      <w:r w:rsidRPr="00A6103C">
        <w:rPr>
          <w:b/>
        </w:rPr>
        <w:t>Follow TCP Stream</w:t>
      </w:r>
      <w:r>
        <w:t xml:space="preserve"> window, click </w:t>
      </w:r>
      <w:r w:rsidRPr="00952171">
        <w:rPr>
          <w:b/>
        </w:rPr>
        <w:t>Close</w:t>
      </w:r>
      <w:r>
        <w:t>.</w:t>
      </w:r>
    </w:p>
    <w:p w14:paraId="02B77959" w14:textId="77777777" w:rsidR="00BA0236" w:rsidRDefault="00BA0236" w:rsidP="00BA0236">
      <w:pPr>
        <w:pStyle w:val="SubStepAlpha"/>
      </w:pPr>
      <w:r>
        <w:lastRenderedPageBreak/>
        <w:t xml:space="preserve">Type </w:t>
      </w:r>
      <w:r>
        <w:rPr>
          <w:b/>
        </w:rPr>
        <w:t>exit</w:t>
      </w:r>
      <w:r>
        <w:t xml:space="preserve"> at the terminal to exit the </w:t>
      </w:r>
      <w:r>
        <w:rPr>
          <w:b/>
        </w:rPr>
        <w:t xml:space="preserve">Telnet </w:t>
      </w:r>
      <w:r>
        <w:t>session.</w:t>
      </w:r>
    </w:p>
    <w:p w14:paraId="53B6F464" w14:textId="77777777" w:rsidR="00BA0236" w:rsidRDefault="00BA0236" w:rsidP="00BA0236">
      <w:pPr>
        <w:pStyle w:val="CMD"/>
      </w:pPr>
      <w:r w:rsidRPr="00814DDB">
        <w:t>[</w:t>
      </w:r>
      <w:proofErr w:type="spellStart"/>
      <w:r w:rsidRPr="00814DDB">
        <w:t>analyst@secOps</w:t>
      </w:r>
      <w:proofErr w:type="spellEnd"/>
      <w:r w:rsidRPr="00814DDB">
        <w:t xml:space="preserve"> </w:t>
      </w:r>
      <w:proofErr w:type="gramStart"/>
      <w:r w:rsidRPr="00814DDB">
        <w:t>~]$</w:t>
      </w:r>
      <w:proofErr w:type="gramEnd"/>
      <w:r w:rsidRPr="00814DDB">
        <w:t xml:space="preserve"> </w:t>
      </w:r>
      <w:r w:rsidRPr="00FD3F67">
        <w:rPr>
          <w:b/>
        </w:rPr>
        <w:t>exit</w:t>
      </w:r>
    </w:p>
    <w:p w14:paraId="2CCA8EDA" w14:textId="77777777" w:rsidR="00BA0236" w:rsidRDefault="00BA0236" w:rsidP="00BA0236">
      <w:pPr>
        <w:pStyle w:val="Heading2"/>
      </w:pPr>
      <w:r>
        <w:t>Examine an SSH Session with Wireshark</w:t>
      </w:r>
    </w:p>
    <w:p w14:paraId="71D70899" w14:textId="77777777" w:rsidR="00BA0236" w:rsidRDefault="00BA0236" w:rsidP="00BA0236">
      <w:pPr>
        <w:pStyle w:val="BodyTextL25"/>
      </w:pPr>
      <w:r>
        <w:t>In Part 2, you will establish an SSH session with the localhost. Wireshark will be used to capture and view the data of this SSH session.</w:t>
      </w:r>
    </w:p>
    <w:p w14:paraId="6171D9C1" w14:textId="4276BEA9" w:rsidR="00BA0236" w:rsidRDefault="00BA0236" w:rsidP="00BA0236">
      <w:pPr>
        <w:pStyle w:val="SubStepAlpha"/>
      </w:pPr>
      <w:r>
        <w:t>Start another Wireshark capture</w:t>
      </w:r>
      <w:r w:rsidR="00586B8A">
        <w:t xml:space="preserve"> using the </w:t>
      </w:r>
      <w:r w:rsidR="006644EA">
        <w:rPr>
          <w:b/>
          <w:bCs/>
        </w:rPr>
        <w:t>L</w:t>
      </w:r>
      <w:r w:rsidR="00586B8A">
        <w:rPr>
          <w:b/>
          <w:bCs/>
        </w:rPr>
        <w:t>oopback: lo</w:t>
      </w:r>
      <w:r w:rsidR="00586B8A">
        <w:t xml:space="preserve"> interface.</w:t>
      </w:r>
    </w:p>
    <w:p w14:paraId="67BBAAD6" w14:textId="77777777" w:rsidR="00BA0236" w:rsidRDefault="00BA0236" w:rsidP="00BA0236">
      <w:pPr>
        <w:pStyle w:val="SubStepAlpha"/>
        <w:keepNext/>
      </w:pPr>
      <w:r>
        <w:t xml:space="preserve">You will establish an SSH session with the localhost. At the terminal prompt, enter </w:t>
      </w:r>
      <w:proofErr w:type="spellStart"/>
      <w:r w:rsidRPr="006418D6">
        <w:rPr>
          <w:b/>
        </w:rPr>
        <w:t>ssh</w:t>
      </w:r>
      <w:proofErr w:type="spellEnd"/>
      <w:r w:rsidRPr="006418D6">
        <w:rPr>
          <w:b/>
        </w:rPr>
        <w:t xml:space="preserve"> localhost</w:t>
      </w:r>
      <w:r>
        <w:t xml:space="preserve">. Enter </w:t>
      </w:r>
      <w:r>
        <w:rPr>
          <w:b/>
        </w:rPr>
        <w:t>yes</w:t>
      </w:r>
      <w:r>
        <w:t xml:space="preserve"> to continue connecting. Enter the </w:t>
      </w:r>
      <w:proofErr w:type="spellStart"/>
      <w:r>
        <w:rPr>
          <w:b/>
        </w:rPr>
        <w:t>cyberops</w:t>
      </w:r>
      <w:proofErr w:type="spellEnd"/>
      <w:r>
        <w:rPr>
          <w:b/>
        </w:rPr>
        <w:t xml:space="preserve"> </w:t>
      </w:r>
      <w:r>
        <w:t>when prompted.</w:t>
      </w:r>
    </w:p>
    <w:p w14:paraId="2595B8E6" w14:textId="77777777" w:rsidR="00BA0236" w:rsidRDefault="00BA0236" w:rsidP="00BA0236">
      <w:pPr>
        <w:pStyle w:val="CMD"/>
        <w:rPr>
          <w:b/>
        </w:rPr>
      </w:pPr>
      <w:r w:rsidRPr="007D49E7">
        <w:t>[</w:t>
      </w:r>
      <w:proofErr w:type="spellStart"/>
      <w:r w:rsidRPr="007D49E7">
        <w:t>an</w:t>
      </w:r>
      <w:r>
        <w:t>alyst@secOps</w:t>
      </w:r>
      <w:proofErr w:type="spellEnd"/>
      <w:r>
        <w:t xml:space="preserve"> </w:t>
      </w:r>
      <w:proofErr w:type="gramStart"/>
      <w:r>
        <w:t>~]$</w:t>
      </w:r>
      <w:proofErr w:type="gramEnd"/>
      <w:r>
        <w:t xml:space="preserve"> </w:t>
      </w:r>
      <w:proofErr w:type="spellStart"/>
      <w:r w:rsidRPr="007D49E7">
        <w:rPr>
          <w:b/>
        </w:rPr>
        <w:t>ssh</w:t>
      </w:r>
      <w:proofErr w:type="spellEnd"/>
      <w:r w:rsidRPr="007D49E7">
        <w:rPr>
          <w:b/>
        </w:rPr>
        <w:t xml:space="preserve"> localhost</w:t>
      </w:r>
    </w:p>
    <w:p w14:paraId="272E6500" w14:textId="77777777" w:rsidR="00586B8A" w:rsidRPr="00586B8A" w:rsidRDefault="00586B8A" w:rsidP="006644EA">
      <w:pPr>
        <w:pStyle w:val="CMDOutput"/>
      </w:pPr>
      <w:r w:rsidRPr="00586B8A">
        <w:t xml:space="preserve">The authenticity of host 'localhost </w:t>
      </w:r>
      <w:proofErr w:type="gramStart"/>
      <w:r w:rsidRPr="00586B8A">
        <w:t>(::</w:t>
      </w:r>
      <w:proofErr w:type="gramEnd"/>
      <w:r w:rsidRPr="00586B8A">
        <w:t>1)' can't be established.</w:t>
      </w:r>
    </w:p>
    <w:p w14:paraId="39E56D9E" w14:textId="77777777" w:rsidR="00586B8A" w:rsidRPr="00586B8A" w:rsidRDefault="00586B8A" w:rsidP="006644EA">
      <w:pPr>
        <w:pStyle w:val="CMDOutput"/>
      </w:pPr>
      <w:r w:rsidRPr="00586B8A">
        <w:t>ECDSA key fingerprint is SHA256:1xZuV8NMeVsNQPRrzVf9nXHzdUP+EtgVouZVbWH80XA.</w:t>
      </w:r>
    </w:p>
    <w:p w14:paraId="31AB1E37" w14:textId="77777777" w:rsidR="00586B8A" w:rsidRPr="00586B8A" w:rsidRDefault="00586B8A" w:rsidP="006644EA">
      <w:pPr>
        <w:pStyle w:val="CMDOutput"/>
      </w:pPr>
      <w:r w:rsidRPr="00586B8A">
        <w:t xml:space="preserve">Are you sure you want to continue connecting (yes/no/[fingerprint])? </w:t>
      </w:r>
      <w:r w:rsidRPr="006644EA">
        <w:rPr>
          <w:b/>
          <w:bCs/>
        </w:rPr>
        <w:t>yes</w:t>
      </w:r>
    </w:p>
    <w:p w14:paraId="0CB2F954" w14:textId="77777777" w:rsidR="00586B8A" w:rsidRPr="00586B8A" w:rsidRDefault="00586B8A" w:rsidP="006644EA">
      <w:pPr>
        <w:pStyle w:val="CMDOutput"/>
      </w:pPr>
      <w:r w:rsidRPr="00586B8A">
        <w:t>Warning: Permanently added 'localhost' (ECDSA) to the list of known hosts.</w:t>
      </w:r>
    </w:p>
    <w:p w14:paraId="4913BAB8" w14:textId="322B7489" w:rsidR="00586B8A" w:rsidRDefault="00586B8A" w:rsidP="00586B8A">
      <w:pPr>
        <w:pStyle w:val="CMDOutput"/>
      </w:pPr>
      <w:proofErr w:type="spellStart"/>
      <w:r w:rsidRPr="00586B8A">
        <w:t>analyst@localhost's</w:t>
      </w:r>
      <w:proofErr w:type="spellEnd"/>
      <w:r w:rsidRPr="00586B8A">
        <w:t xml:space="preserve"> password: </w:t>
      </w:r>
    </w:p>
    <w:p w14:paraId="48228B01" w14:textId="7B94A1F8" w:rsidR="00586B8A" w:rsidRPr="00586B8A" w:rsidRDefault="00586B8A" w:rsidP="006644EA">
      <w:pPr>
        <w:pStyle w:val="CMDOutput"/>
      </w:pPr>
      <w:r w:rsidRPr="00586B8A">
        <w:t>Last login: Sat May 23 10:18:47 2020Stop the Wireshark capture.</w:t>
      </w:r>
    </w:p>
    <w:p w14:paraId="06507BE1" w14:textId="77777777" w:rsidR="00BA0236" w:rsidRDefault="00BA0236" w:rsidP="009073A7">
      <w:pPr>
        <w:pStyle w:val="SubStepAlpha"/>
      </w:pPr>
      <w:r>
        <w:t xml:space="preserve">Apply an SSH filter on the Wireshark capture data. Enter </w:t>
      </w:r>
      <w:proofErr w:type="spellStart"/>
      <w:r w:rsidRPr="00CD11D9">
        <w:rPr>
          <w:b/>
        </w:rPr>
        <w:t>ssh</w:t>
      </w:r>
      <w:proofErr w:type="spellEnd"/>
      <w:r>
        <w:t xml:space="preserve"> in the filter field and click </w:t>
      </w:r>
      <w:r w:rsidRPr="001002ED">
        <w:rPr>
          <w:b/>
        </w:rPr>
        <w:t>Apply</w:t>
      </w:r>
      <w:r>
        <w:t>.</w:t>
      </w:r>
    </w:p>
    <w:p w14:paraId="58AD193D" w14:textId="79BDFBB6" w:rsidR="00BA0236" w:rsidRDefault="00BA0236" w:rsidP="00BA0236">
      <w:pPr>
        <w:pStyle w:val="SubStepAlpha"/>
      </w:pPr>
      <w:r>
        <w:t xml:space="preserve">Right-click one of the </w:t>
      </w:r>
      <w:r w:rsidRPr="00A6103C">
        <w:rPr>
          <w:b/>
        </w:rPr>
        <w:t>SSHv2</w:t>
      </w:r>
      <w:r>
        <w:t xml:space="preserve"> lines in the </w:t>
      </w:r>
      <w:r w:rsidRPr="00824D12">
        <w:rPr>
          <w:b/>
        </w:rPr>
        <w:t>Packet list</w:t>
      </w:r>
      <w:r>
        <w:t xml:space="preserve"> section of Wireshark, and in the drop-down list, select the </w:t>
      </w:r>
      <w:r w:rsidRPr="00824D12">
        <w:rPr>
          <w:b/>
        </w:rPr>
        <w:t xml:space="preserve">Follow </w:t>
      </w:r>
      <w:r w:rsidR="00586B8A">
        <w:rPr>
          <w:b/>
        </w:rPr>
        <w:t xml:space="preserve">&gt; </w:t>
      </w:r>
      <w:r w:rsidRPr="00824D12">
        <w:rPr>
          <w:b/>
        </w:rPr>
        <w:t>TCP Stream</w:t>
      </w:r>
      <w:r>
        <w:t>.</w:t>
      </w:r>
    </w:p>
    <w:p w14:paraId="03AE2356" w14:textId="77777777" w:rsidR="00BA0236" w:rsidRDefault="00BA0236" w:rsidP="00BA0236">
      <w:pPr>
        <w:pStyle w:val="SubStepAlpha"/>
        <w:keepNext/>
      </w:pPr>
      <w:r>
        <w:t xml:space="preserve">Examine the </w:t>
      </w:r>
      <w:r w:rsidRPr="00A6103C">
        <w:rPr>
          <w:b/>
        </w:rPr>
        <w:t>Follow TCP Stream</w:t>
      </w:r>
      <w:r>
        <w:t xml:space="preserve"> window of your SSH session. The data has been encrypted and is unreadable. Compare the data in your SSH session to the data of your Telnet session.</w:t>
      </w:r>
    </w:p>
    <w:p w14:paraId="495A4094" w14:textId="086E76BF" w:rsidR="00586B8A" w:rsidRDefault="00586B8A" w:rsidP="00BA0236">
      <w:pPr>
        <w:pStyle w:val="Visual"/>
      </w:pPr>
      <w:r w:rsidRPr="00586B8A">
        <w:rPr>
          <w:noProof/>
        </w:rPr>
        <w:drawing>
          <wp:inline distT="0" distB="0" distL="0" distR="0" wp14:anchorId="4A9A021F" wp14:editId="779E6B9F">
            <wp:extent cx="3881758" cy="3952875"/>
            <wp:effectExtent l="0" t="0" r="4445" b="0"/>
            <wp:docPr id="7" name="Picture 7" descr="Wireshark screen shot of the Follow TCP Stream of an SSH s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40833" cy="4013032"/>
                    </a:xfrm>
                    <a:prstGeom prst="rect">
                      <a:avLst/>
                    </a:prstGeom>
                  </pic:spPr>
                </pic:pic>
              </a:graphicData>
            </a:graphic>
          </wp:inline>
        </w:drawing>
      </w:r>
    </w:p>
    <w:p w14:paraId="527EA40A" w14:textId="77777777" w:rsidR="00BA0236" w:rsidRDefault="00BA0236" w:rsidP="00BA0236">
      <w:pPr>
        <w:pStyle w:val="SubStepAlpha"/>
      </w:pPr>
      <w:r>
        <w:lastRenderedPageBreak/>
        <w:t xml:space="preserve">After examining your SSH session, click </w:t>
      </w:r>
      <w:r w:rsidRPr="00B927B1">
        <w:rPr>
          <w:b/>
        </w:rPr>
        <w:t>Close</w:t>
      </w:r>
      <w:r>
        <w:t>.</w:t>
      </w:r>
    </w:p>
    <w:p w14:paraId="5F67E6CD" w14:textId="77777777" w:rsidR="00BA0236" w:rsidRDefault="00BA0236" w:rsidP="00BA0236">
      <w:pPr>
        <w:pStyle w:val="SubStepAlpha"/>
      </w:pPr>
      <w:r>
        <w:t>Close Wireshark.</w:t>
      </w:r>
    </w:p>
    <w:p w14:paraId="300E3824" w14:textId="7389C88F" w:rsidR="00BA0236" w:rsidRDefault="00BA0236" w:rsidP="00BA0236">
      <w:pPr>
        <w:pStyle w:val="Heading1"/>
        <w:numPr>
          <w:ilvl w:val="0"/>
          <w:numId w:val="3"/>
        </w:numPr>
      </w:pPr>
      <w:r>
        <w:t>Reflection</w:t>
      </w:r>
      <w:r w:rsidR="009073A7">
        <w:t xml:space="preserve"> Question</w:t>
      </w:r>
    </w:p>
    <w:p w14:paraId="2C8C859C" w14:textId="77777777" w:rsidR="00BA0236" w:rsidRDefault="00BA0236" w:rsidP="00BA0236">
      <w:pPr>
        <w:pStyle w:val="BodyTextL25"/>
      </w:pPr>
      <w:r>
        <w:t>Why is SSH preferred over Telnet for remote connections?</w:t>
      </w:r>
    </w:p>
    <w:p w14:paraId="5C8A5197" w14:textId="4B7F3A78" w:rsidR="00BA0236" w:rsidRDefault="00BA0236" w:rsidP="00BA0236">
      <w:pPr>
        <w:pStyle w:val="AnswerLineL25"/>
        <w:spacing w:after="1920"/>
      </w:pPr>
      <w:r>
        <w:t>Type your answers here.</w:t>
      </w:r>
    </w:p>
    <w:p w14:paraId="22379B0E" w14:textId="4E866019" w:rsidR="00C162C0" w:rsidRPr="00BA0236" w:rsidRDefault="00BA0236" w:rsidP="00BA0236">
      <w:pPr>
        <w:pStyle w:val="ConfigWindow"/>
      </w:pPr>
      <w:r w:rsidRPr="00BA0236">
        <w:t>End of document</w:t>
      </w:r>
    </w:p>
    <w:sectPr w:rsidR="00C162C0" w:rsidRPr="00BA0236"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C20DAB" w14:textId="77777777" w:rsidR="008E7A08" w:rsidRDefault="008E7A08" w:rsidP="00710659">
      <w:pPr>
        <w:spacing w:after="0" w:line="240" w:lineRule="auto"/>
      </w:pPr>
      <w:r>
        <w:separator/>
      </w:r>
    </w:p>
    <w:p w14:paraId="0A932062" w14:textId="77777777" w:rsidR="008E7A08" w:rsidRDefault="008E7A08"/>
  </w:endnote>
  <w:endnote w:type="continuationSeparator" w:id="0">
    <w:p w14:paraId="4F5A9923" w14:textId="77777777" w:rsidR="008E7A08" w:rsidRDefault="008E7A08" w:rsidP="00710659">
      <w:pPr>
        <w:spacing w:after="0" w:line="240" w:lineRule="auto"/>
      </w:pPr>
      <w:r>
        <w:continuationSeparator/>
      </w:r>
    </w:p>
    <w:p w14:paraId="61B1B81E" w14:textId="77777777" w:rsidR="008E7A08" w:rsidRDefault="008E7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9AFDD" w14:textId="6C8796D1" w:rsidR="00F9764D" w:rsidRPr="009073A7" w:rsidRDefault="008E00D5" w:rsidP="009073A7">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073A7">
          <w:t>2017</w:t>
        </w:r>
      </w:sdtContent>
    </w:sdt>
    <w:r>
      <w:t xml:space="preserve"> - </w:t>
    </w:r>
    <w:r>
      <w:fldChar w:fldCharType="begin"/>
    </w:r>
    <w:r>
      <w:instrText xml:space="preserve"> SAVEDATE  \@ "yyyy"  \* MERGEFORMAT </w:instrText>
    </w:r>
    <w:r>
      <w:fldChar w:fldCharType="separate"/>
    </w:r>
    <w:r w:rsidR="0093363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341D0" w14:textId="14FC8BA4"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9073A7">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3363F">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4ABD8" w14:textId="77777777" w:rsidR="008E7A08" w:rsidRDefault="008E7A08" w:rsidP="00710659">
      <w:pPr>
        <w:spacing w:after="0" w:line="240" w:lineRule="auto"/>
      </w:pPr>
      <w:r>
        <w:separator/>
      </w:r>
    </w:p>
    <w:p w14:paraId="6D314878" w14:textId="77777777" w:rsidR="008E7A08" w:rsidRDefault="008E7A08"/>
  </w:footnote>
  <w:footnote w:type="continuationSeparator" w:id="0">
    <w:p w14:paraId="6382868C" w14:textId="77777777" w:rsidR="008E7A08" w:rsidRDefault="008E7A08" w:rsidP="00710659">
      <w:pPr>
        <w:spacing w:after="0" w:line="240" w:lineRule="auto"/>
      </w:pPr>
      <w:r>
        <w:continuationSeparator/>
      </w:r>
    </w:p>
    <w:p w14:paraId="21709FFF" w14:textId="77777777" w:rsidR="008E7A08" w:rsidRDefault="008E7A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C6A6A80D28674248B383614AF7828976"/>
      </w:placeholder>
      <w:dataBinding w:prefixMappings="xmlns:ns0='http://purl.org/dc/elements/1.1/' xmlns:ns1='http://schemas.openxmlformats.org/package/2006/metadata/core-properties' " w:xpath="/ns1:coreProperties[1]/ns0:title[1]" w:storeItemID="{6C3C8BC8-F283-45AE-878A-BAB7291924A1}"/>
      <w:text/>
    </w:sdtPr>
    <w:sdtEndPr/>
    <w:sdtContent>
      <w:p w14:paraId="7F681B31" w14:textId="77777777" w:rsidR="00926CB2" w:rsidRDefault="00BA0236" w:rsidP="008402F2">
        <w:pPr>
          <w:pStyle w:val="PageHead"/>
        </w:pPr>
        <w:r>
          <w:t>Lab - Examining Telnet and SSH in Wireshark</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E1B63" w14:textId="77777777" w:rsidR="00926CB2" w:rsidRDefault="00882B63" w:rsidP="006C3FCF">
    <w:pPr>
      <w:ind w:left="-288"/>
    </w:pPr>
    <w:r>
      <w:rPr>
        <w:noProof/>
      </w:rPr>
      <w:drawing>
        <wp:inline distT="0" distB="0" distL="0" distR="0" wp14:anchorId="16D0B011" wp14:editId="5EFF499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61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7783"/>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6B8A"/>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644EA"/>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332"/>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94B"/>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A08"/>
    <w:rsid w:val="008E7DAA"/>
    <w:rsid w:val="008F0094"/>
    <w:rsid w:val="008F03EF"/>
    <w:rsid w:val="008F340F"/>
    <w:rsid w:val="00903523"/>
    <w:rsid w:val="00906281"/>
    <w:rsid w:val="0090659A"/>
    <w:rsid w:val="009073A7"/>
    <w:rsid w:val="00911080"/>
    <w:rsid w:val="00912500"/>
    <w:rsid w:val="0091350B"/>
    <w:rsid w:val="00915986"/>
    <w:rsid w:val="00917624"/>
    <w:rsid w:val="00926CB2"/>
    <w:rsid w:val="00930386"/>
    <w:rsid w:val="009309F5"/>
    <w:rsid w:val="00933237"/>
    <w:rsid w:val="0093363F"/>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0236"/>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FE5"/>
    <w:rsid w:val="00CA2BB2"/>
    <w:rsid w:val="00CA73D5"/>
    <w:rsid w:val="00CB2FC9"/>
    <w:rsid w:val="00CB5068"/>
    <w:rsid w:val="00CB7D2B"/>
    <w:rsid w:val="00CC093A"/>
    <w:rsid w:val="00CC1C87"/>
    <w:rsid w:val="00CC3000"/>
    <w:rsid w:val="00CC4859"/>
    <w:rsid w:val="00CC7A35"/>
    <w:rsid w:val="00CD072A"/>
    <w:rsid w:val="00CD1070"/>
    <w:rsid w:val="00CD40B1"/>
    <w:rsid w:val="00CD51E0"/>
    <w:rsid w:val="00CD7F73"/>
    <w:rsid w:val="00CE26C5"/>
    <w:rsid w:val="00CE2967"/>
    <w:rsid w:val="00CE36AF"/>
    <w:rsid w:val="00CE47F3"/>
    <w:rsid w:val="00CE54DD"/>
    <w:rsid w:val="00CF0DA5"/>
    <w:rsid w:val="00CF1DFB"/>
    <w:rsid w:val="00CF26E3"/>
    <w:rsid w:val="00CF5D31"/>
    <w:rsid w:val="00CF5F3B"/>
    <w:rsid w:val="00CF7733"/>
    <w:rsid w:val="00CF791A"/>
    <w:rsid w:val="00D00513"/>
    <w:rsid w:val="00D00D7D"/>
    <w:rsid w:val="00D030AE"/>
    <w:rsid w:val="00D139C8"/>
    <w:rsid w:val="00D17F81"/>
    <w:rsid w:val="00D2758C"/>
    <w:rsid w:val="00D275CA"/>
    <w:rsid w:val="00D2789B"/>
    <w:rsid w:val="00D32614"/>
    <w:rsid w:val="00D345AB"/>
    <w:rsid w:val="00D41566"/>
    <w:rsid w:val="00D452F4"/>
    <w:rsid w:val="00D458EC"/>
    <w:rsid w:val="00D501B0"/>
    <w:rsid w:val="00D52582"/>
    <w:rsid w:val="00D531D0"/>
    <w:rsid w:val="00D53B81"/>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97D47"/>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335D"/>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764D"/>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3602A"/>
  <w15:docId w15:val="{04A3661D-18F4-4106-850A-136C5694D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644EA"/>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86B8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BA023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6A6A80D28674248B383614AF7828976"/>
        <w:category>
          <w:name w:val="General"/>
          <w:gallery w:val="placeholder"/>
        </w:category>
        <w:types>
          <w:type w:val="bbPlcHdr"/>
        </w:types>
        <w:behaviors>
          <w:behavior w:val="content"/>
        </w:behaviors>
        <w:guid w:val="{4A2AEC01-C8D9-42D2-9ECC-D6F88DDEB98F}"/>
      </w:docPartPr>
      <w:docPartBody>
        <w:p w:rsidR="00B67D06" w:rsidRDefault="005A68A2">
          <w:pPr>
            <w:pStyle w:val="C6A6A80D28674248B383614AF782897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8A2"/>
    <w:rsid w:val="005A68A2"/>
    <w:rsid w:val="00843205"/>
    <w:rsid w:val="0085697C"/>
    <w:rsid w:val="00B67D06"/>
    <w:rsid w:val="00F03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6A6A80D28674248B383614AF7828976">
    <w:name w:val="C6A6A80D28674248B383614AF78289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D22554-5656-4077-B176-7E0D9BB67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4</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Lab - Examining Telnet and SSH in Wireshark</vt:lpstr>
    </vt:vector>
  </TitlesOfParts>
  <Company>Cisco Systems, Inc.</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Examining Telnet and SSH in Wireshark</dc:title>
  <dc:creator>SP</dc:creator>
  <dc:description>2017</dc:description>
  <cp:lastModifiedBy>Suk-Yi Pennock -X (spennock - UNICON INC at Cisco)</cp:lastModifiedBy>
  <cp:revision>4</cp:revision>
  <cp:lastPrinted>2020-07-15T16:12:00Z</cp:lastPrinted>
  <dcterms:created xsi:type="dcterms:W3CDTF">2020-07-15T16:10:00Z</dcterms:created>
  <dcterms:modified xsi:type="dcterms:W3CDTF">2020-07-15T16:12:00Z</dcterms:modified>
</cp:coreProperties>
</file>